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3CB0F7E2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B00330" w:rsidRPr="00B00330">
            <w:rPr>
              <w:rStyle w:val="Nzevakce"/>
              <w:b/>
            </w:rPr>
            <w:t xml:space="preserve">Sanace nestabilního náspu v ŽST Karlovy Vary km 185,850 –186,000, Etapa 1 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3249932C" w14:textId="77777777" w:rsidR="00597499" w:rsidRDefault="00597499" w:rsidP="00312D11">
      <w:pPr>
        <w:pStyle w:val="Textbezodsazen"/>
      </w:pPr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 xml:space="preserve">] </w:t>
      </w:r>
    </w:p>
    <w:p w14:paraId="0CD353FB" w14:textId="55D5B1A8" w:rsidR="00E9202E" w:rsidRDefault="00597499" w:rsidP="00312D11">
      <w:pPr>
        <w:pStyle w:val="Textbezodsazen"/>
      </w:pPr>
      <w:r w:rsidRPr="00597499">
        <w:rPr>
          <w:highlight w:val="yellow"/>
        </w:rPr>
        <w:t>(</w:t>
      </w:r>
      <w:r w:rsidR="00E9202E" w:rsidRPr="00597499">
        <w:rPr>
          <w:highlight w:val="yellow"/>
        </w:rPr>
        <w:t xml:space="preserve">název a adresa </w:t>
      </w:r>
      <w:proofErr w:type="gramStart"/>
      <w:r w:rsidR="00ED3A17" w:rsidRPr="00597499">
        <w:rPr>
          <w:highlight w:val="yellow"/>
        </w:rPr>
        <w:t xml:space="preserve">Zhotovitele - </w:t>
      </w:r>
      <w:r w:rsidR="00E9202E" w:rsidRPr="00597499">
        <w:rPr>
          <w:highlight w:val="yellow"/>
        </w:rPr>
        <w:t>účastníka</w:t>
      </w:r>
      <w:proofErr w:type="gramEnd"/>
      <w:r w:rsidR="00E9202E" w:rsidRPr="00597499">
        <w:rPr>
          <w:highlight w:val="yellow"/>
        </w:rPr>
        <w:t xml:space="preserve">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04273D3F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</w:t>
      </w:r>
      <w:r w:rsidR="000D3BCE">
        <w:t>Přílohu k nabídce</w:t>
      </w:r>
      <w:r w:rsidR="00ED3A17">
        <w:t xml:space="preserve">, Požadavky objednatele, Formuláře, Požadavky na výkon a </w:t>
      </w:r>
      <w:r w:rsidR="000D3BCE">
        <w:t>funkci pro</w:t>
      </w:r>
      <w:r>
        <w:t xml:space="preserve">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="00597499">
        <w:t>[</w:t>
      </w:r>
      <w:proofErr w:type="gramStart"/>
      <w:r w:rsidR="00597499"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 w:rsidR="00597499">
        <w:t>]</w:t>
      </w:r>
      <w:r>
        <w:t xml:space="preserve"> Kč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4F17A86B" w14:textId="77777777" w:rsidR="00597499" w:rsidRDefault="00597499" w:rsidP="005D1C66">
      <w:pPr>
        <w:pStyle w:val="Textbezslovn"/>
      </w:pPr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>]</w:t>
      </w:r>
    </w:p>
    <w:p w14:paraId="2DEA26EE" w14:textId="238C0E91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proofErr w:type="gramStart"/>
      <w:r w:rsidR="00596298" w:rsidRPr="008A2719">
        <w:t xml:space="preserve">ZZVZ </w:t>
      </w:r>
      <w:r w:rsidR="00ED3A17" w:rsidRPr="008A2719">
        <w:t xml:space="preserve"> jako</w:t>
      </w:r>
      <w:proofErr w:type="gramEnd"/>
      <w:r w:rsidR="00ED3A17" w:rsidRPr="008A2719">
        <w:t xml:space="preserve"> důvěrné informace.</w:t>
      </w:r>
    </w:p>
    <w:p w14:paraId="702B5433" w14:textId="6FFCEAF5" w:rsidR="00BB037B" w:rsidRPr="008A2719" w:rsidRDefault="00597499" w:rsidP="005D1C66">
      <w:pPr>
        <w:pStyle w:val="Textbezslovn"/>
      </w:pPr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>]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6A60CF08" w:rsidR="00BB037B" w:rsidRPr="008A2719" w:rsidRDefault="00597499" w:rsidP="00BB037B"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>]</w:t>
      </w:r>
      <w:r w:rsidR="00BB037B"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43C4FA81" w:rsidR="00BB037B" w:rsidRDefault="00597499" w:rsidP="00312D11">
      <w:pPr>
        <w:pStyle w:val="Textbezodsazen"/>
      </w:pPr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>]</w:t>
      </w:r>
      <w:r w:rsidR="00BB037B"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325237D5" w:rsidR="00BB037B" w:rsidRDefault="00597499" w:rsidP="00312D11">
      <w:pPr>
        <w:pStyle w:val="Textbezodsazen"/>
      </w:pPr>
      <w:r>
        <w:t>[</w:t>
      </w:r>
      <w:proofErr w:type="gramStart"/>
      <w:r>
        <w:rPr>
          <w:highlight w:val="yellow"/>
        </w:rPr>
        <w:t>VLOŽÍ</w:t>
      </w:r>
      <w:proofErr w:type="gramEnd"/>
      <w:r w:rsidRPr="00BB037B">
        <w:rPr>
          <w:highlight w:val="yellow"/>
        </w:rPr>
        <w:t xml:space="preserve"> ZHOTOVITEL</w:t>
      </w:r>
      <w:r>
        <w:t>]</w:t>
      </w:r>
      <w:r w:rsidR="00BB037B"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0817A03B" w:rsidR="00BB037B" w:rsidRDefault="00BB037B" w:rsidP="00312D11">
      <w:pPr>
        <w:pStyle w:val="Textbezodsazen"/>
      </w:pPr>
      <w:r>
        <w:t xml:space="preserve">jméno a příjmení výše podepsané odpovědné osoby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="00597499">
        <w:t>[</w:t>
      </w:r>
      <w:r w:rsidR="00597499">
        <w:rPr>
          <w:highlight w:val="yellow"/>
        </w:rPr>
        <w:t>VLOŽÍ</w:t>
      </w:r>
      <w:r w:rsidR="00597499" w:rsidRPr="00BB037B">
        <w:rPr>
          <w:highlight w:val="yellow"/>
        </w:rPr>
        <w:t xml:space="preserve"> ZHOTOVITEL</w:t>
      </w:r>
      <w:r w:rsidR="00597499">
        <w:t>]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40B99" w14:textId="77777777" w:rsidR="00C118DB" w:rsidRDefault="00C118DB" w:rsidP="00962258">
      <w:pPr>
        <w:spacing w:after="0" w:line="240" w:lineRule="auto"/>
      </w:pPr>
      <w:r>
        <w:separator/>
      </w:r>
    </w:p>
  </w:endnote>
  <w:endnote w:type="continuationSeparator" w:id="0">
    <w:p w14:paraId="7AC8FA2C" w14:textId="77777777" w:rsidR="00C118DB" w:rsidRDefault="00C118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FFDCFC1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0D3BCE">
            <w:rPr>
              <w:rStyle w:val="Tun"/>
              <w:noProof/>
            </w:rPr>
            <w:t>Sanace nestabilního náspu v ŽST Karlovy Vary km 185,850 –186,000, Etapa 1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05F8FF88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64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64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9321" w14:textId="3CA646C7" w:rsidR="005D3C39" w:rsidRPr="009C646D" w:rsidRDefault="005D3C39" w:rsidP="009C64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DB91" w14:textId="77777777" w:rsidR="00C118DB" w:rsidRDefault="00C118DB" w:rsidP="00962258">
      <w:pPr>
        <w:spacing w:after="0" w:line="240" w:lineRule="auto"/>
      </w:pPr>
      <w:r>
        <w:separator/>
      </w:r>
    </w:p>
  </w:footnote>
  <w:footnote w:type="continuationSeparator" w:id="0">
    <w:p w14:paraId="51627D3A" w14:textId="77777777" w:rsidR="00C118DB" w:rsidRDefault="00C118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C887" w14:textId="77777777" w:rsidR="009C646D" w:rsidRDefault="009C64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176422">
    <w:abstractNumId w:val="3"/>
  </w:num>
  <w:num w:numId="2" w16cid:durableId="802696008">
    <w:abstractNumId w:val="1"/>
  </w:num>
  <w:num w:numId="3" w16cid:durableId="1271084521">
    <w:abstractNumId w:val="8"/>
  </w:num>
  <w:num w:numId="4" w16cid:durableId="1405760647">
    <w:abstractNumId w:val="4"/>
  </w:num>
  <w:num w:numId="5" w16cid:durableId="84964224">
    <w:abstractNumId w:val="10"/>
  </w:num>
  <w:num w:numId="6" w16cid:durableId="1006902201">
    <w:abstractNumId w:val="5"/>
  </w:num>
  <w:num w:numId="7" w16cid:durableId="1058477412">
    <w:abstractNumId w:val="6"/>
  </w:num>
  <w:num w:numId="8" w16cid:durableId="420763668">
    <w:abstractNumId w:val="7"/>
  </w:num>
  <w:num w:numId="9" w16cid:durableId="1567374030">
    <w:abstractNumId w:val="0"/>
  </w:num>
  <w:num w:numId="10" w16cid:durableId="473764205">
    <w:abstractNumId w:val="2"/>
  </w:num>
  <w:num w:numId="11" w16cid:durableId="202469896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3BCE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B17C0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57E3C"/>
    <w:rsid w:val="005736B7"/>
    <w:rsid w:val="00575E5A"/>
    <w:rsid w:val="00580245"/>
    <w:rsid w:val="00596298"/>
    <w:rsid w:val="00597499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B6123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C646D"/>
    <w:rsid w:val="009E07F4"/>
    <w:rsid w:val="009E768D"/>
    <w:rsid w:val="009F309B"/>
    <w:rsid w:val="009F392E"/>
    <w:rsid w:val="009F53C5"/>
    <w:rsid w:val="00A0447A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330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118DB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A3DC5"/>
    <w:rsid w:val="00DB3CDC"/>
    <w:rsid w:val="00DD46F3"/>
    <w:rsid w:val="00DE56F2"/>
    <w:rsid w:val="00DF116D"/>
    <w:rsid w:val="00E16FF7"/>
    <w:rsid w:val="00E26D68"/>
    <w:rsid w:val="00E374C5"/>
    <w:rsid w:val="00E44045"/>
    <w:rsid w:val="00E54ACB"/>
    <w:rsid w:val="00E618C4"/>
    <w:rsid w:val="00E73CF9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A0E88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24B8C"/>
    <w:rsid w:val="002E1F08"/>
    <w:rsid w:val="0032254B"/>
    <w:rsid w:val="004D1BE8"/>
    <w:rsid w:val="005E3FC4"/>
    <w:rsid w:val="00672D25"/>
    <w:rsid w:val="007E248B"/>
    <w:rsid w:val="00A37915"/>
    <w:rsid w:val="00AC1613"/>
    <w:rsid w:val="00C7001B"/>
    <w:rsid w:val="00DE5498"/>
    <w:rsid w:val="00FA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C30E6F7-2AB3-4E73-B94B-371484AB1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C:\Users\fojta\Documents\SŽDC\02_VZOROVÁ_ZD\50_NOVÉ_LOGO\VTP_nové_logo-5.dotx</Template>
  <TotalTime>7</TotalTime>
  <Pages>2</Pages>
  <Words>420</Words>
  <Characters>2481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Sekanina Čestmír</cp:lastModifiedBy>
  <cp:revision>8</cp:revision>
  <cp:lastPrinted>2019-03-12T14:23:00Z</cp:lastPrinted>
  <dcterms:created xsi:type="dcterms:W3CDTF">2021-12-15T15:29:00Z</dcterms:created>
  <dcterms:modified xsi:type="dcterms:W3CDTF">2023-08-08T14:27:00Z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